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D448F8-01DF-4E62-B92D-EA8B3832D39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